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220B4A34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0B2F21">
        <w:rPr>
          <w:caps/>
          <w:sz w:val="40"/>
          <w:szCs w:val="40"/>
        </w:rPr>
        <w:t>4</w:t>
      </w:r>
      <w:r w:rsidR="00CC6F40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00C7119E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0B2F21">
        <w:rPr>
          <w:caps/>
          <w:sz w:val="40"/>
          <w:szCs w:val="40"/>
        </w:rPr>
        <w:t>4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C7A8CF4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DC2381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DC2381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DC2381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DC2381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5EE0E726" w:rsidR="003D501E" w:rsidRPr="00E13CE3" w:rsidRDefault="00E77DC6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 a</w:t>
      </w:r>
    </w:p>
    <w:p w14:paraId="5B89FCA3" w14:textId="3CC96438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DC2381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7CC293EE" w:rsidR="009D06FD" w:rsidRPr="00B51222" w:rsidRDefault="00466874" w:rsidP="009D06F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>
              <w:rPr>
                <w:rFonts w:asciiTheme="majorHAnsi" w:hAnsiTheme="majorHAnsi" w:cstheme="majorHAnsi"/>
              </w:rPr>
              <w:t xml:space="preserve">, jejichž předmětem byla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>dodávka zdravotnické techniky obdobného charakteru s předmětem části veřejné zakázky (lineární dávkovače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>
              <w:rPr>
                <w:rFonts w:asciiTheme="majorHAnsi" w:hAnsiTheme="majorHAnsi" w:cstheme="majorHAnsi"/>
              </w:rPr>
              <w:t xml:space="preserve"> jejichž hodnota byla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min. 150 tis. Kč bez DPH </w:t>
            </w:r>
            <w:r>
              <w:rPr>
                <w:rFonts w:asciiTheme="majorHAnsi" w:hAnsiTheme="majorHAnsi" w:cstheme="majorHAnsi"/>
              </w:rPr>
              <w:t>za každou referenční zakázku.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DC2381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DC2381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2D75A1AE" w:rsidR="00251965" w:rsidRPr="00E13CE3" w:rsidRDefault="00E77DC6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Smlouvy).</w:t>
      </w:r>
    </w:p>
    <w:p w14:paraId="64A7C980" w14:textId="7AAE2C86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EDADB" w14:textId="77777777" w:rsidR="007E64F6" w:rsidRDefault="007E64F6" w:rsidP="002C4725">
      <w:pPr>
        <w:spacing w:after="0" w:line="240" w:lineRule="auto"/>
      </w:pPr>
      <w:r>
        <w:separator/>
      </w:r>
    </w:p>
  </w:endnote>
  <w:endnote w:type="continuationSeparator" w:id="0">
    <w:p w14:paraId="6A0E46B3" w14:textId="77777777" w:rsidR="007E64F6" w:rsidRDefault="007E64F6" w:rsidP="002C4725">
      <w:pPr>
        <w:spacing w:after="0" w:line="240" w:lineRule="auto"/>
      </w:pPr>
      <w:r>
        <w:continuationSeparator/>
      </w:r>
    </w:p>
  </w:endnote>
  <w:endnote w:type="continuationNotice" w:id="1">
    <w:p w14:paraId="67A609ED" w14:textId="77777777" w:rsidR="007E64F6" w:rsidRDefault="007E64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7365A" w14:textId="77777777" w:rsidR="007E64F6" w:rsidRDefault="007E64F6" w:rsidP="002C4725">
      <w:pPr>
        <w:spacing w:after="0" w:line="240" w:lineRule="auto"/>
      </w:pPr>
      <w:r>
        <w:separator/>
      </w:r>
    </w:p>
  </w:footnote>
  <w:footnote w:type="continuationSeparator" w:id="0">
    <w:p w14:paraId="7923A67A" w14:textId="77777777" w:rsidR="007E64F6" w:rsidRDefault="007E64F6" w:rsidP="002C4725">
      <w:pPr>
        <w:spacing w:after="0" w:line="240" w:lineRule="auto"/>
      </w:pPr>
      <w:r>
        <w:continuationSeparator/>
      </w:r>
    </w:p>
  </w:footnote>
  <w:footnote w:type="continuationNotice" w:id="1">
    <w:p w14:paraId="5EE5309A" w14:textId="77777777" w:rsidR="007E64F6" w:rsidRDefault="007E64F6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v6eslxIs67QpkEKJW7IfKU4aY8JLGV4cvcqRUbmzD5K8xqzXZ1FynalvdsKiiU7fga5WrJyfZpYKhm+czKYJQ==" w:salt="bZhUDC6wVP5RPsyPnk9AQ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4439B"/>
    <w:rsid w:val="000578A6"/>
    <w:rsid w:val="00072135"/>
    <w:rsid w:val="0007484A"/>
    <w:rsid w:val="00082C5A"/>
    <w:rsid w:val="000A3A57"/>
    <w:rsid w:val="000B2F21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7001"/>
    <w:rsid w:val="002063E8"/>
    <w:rsid w:val="0022176A"/>
    <w:rsid w:val="00222F5E"/>
    <w:rsid w:val="00251965"/>
    <w:rsid w:val="00254286"/>
    <w:rsid w:val="00263F13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1C3"/>
    <w:rsid w:val="0041491C"/>
    <w:rsid w:val="00427539"/>
    <w:rsid w:val="004477CC"/>
    <w:rsid w:val="004524C6"/>
    <w:rsid w:val="004604EF"/>
    <w:rsid w:val="00466874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7B3A"/>
    <w:rsid w:val="0076224C"/>
    <w:rsid w:val="00763788"/>
    <w:rsid w:val="00774CA9"/>
    <w:rsid w:val="00775992"/>
    <w:rsid w:val="00784C88"/>
    <w:rsid w:val="00790F44"/>
    <w:rsid w:val="007913D3"/>
    <w:rsid w:val="00794A6B"/>
    <w:rsid w:val="007979BA"/>
    <w:rsid w:val="007C57A9"/>
    <w:rsid w:val="007E0449"/>
    <w:rsid w:val="007E078A"/>
    <w:rsid w:val="007E0BED"/>
    <w:rsid w:val="007E5031"/>
    <w:rsid w:val="007E64F6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C2381"/>
    <w:rsid w:val="00DD01E9"/>
    <w:rsid w:val="00DD579E"/>
    <w:rsid w:val="00DF325E"/>
    <w:rsid w:val="00DF3C7E"/>
    <w:rsid w:val="00E54BD7"/>
    <w:rsid w:val="00E62061"/>
    <w:rsid w:val="00E63C6E"/>
    <w:rsid w:val="00E65E02"/>
    <w:rsid w:val="00E77DC6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66914"/>
    <w:rsid w:val="007C57A9"/>
    <w:rsid w:val="008F2DDF"/>
    <w:rsid w:val="00AF599D"/>
    <w:rsid w:val="00B22A41"/>
    <w:rsid w:val="00BE5D01"/>
    <w:rsid w:val="00C2569D"/>
    <w:rsid w:val="00D97149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59</TotalTime>
  <Pages>5</Pages>
  <Words>1342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6</cp:revision>
  <cp:lastPrinted>2019-12-09T09:19:00Z</cp:lastPrinted>
  <dcterms:created xsi:type="dcterms:W3CDTF">2021-10-04T07:43:00Z</dcterms:created>
  <dcterms:modified xsi:type="dcterms:W3CDTF">2021-11-15T11:08:00Z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